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64ACD" w14:textId="77777777" w:rsidR="00D5384E" w:rsidRPr="008F614E" w:rsidRDefault="00CD6897" w:rsidP="00D538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5384E" w:rsidRPr="008F614E">
        <w:rPr>
          <w:rFonts w:ascii="Corbel" w:hAnsi="Corbel"/>
          <w:bCs/>
          <w:i/>
        </w:rPr>
        <w:t>Załącznik nr 1.5 do Zarządzenia Rektora UR  nr 12/2019</w:t>
      </w:r>
    </w:p>
    <w:p w14:paraId="62308432" w14:textId="77777777" w:rsidR="00D5384E" w:rsidRPr="008F614E" w:rsidRDefault="00D5384E" w:rsidP="00D538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614E">
        <w:rPr>
          <w:rFonts w:ascii="Corbel" w:hAnsi="Corbel"/>
          <w:b/>
          <w:smallCaps/>
          <w:sz w:val="24"/>
          <w:szCs w:val="24"/>
        </w:rPr>
        <w:t>SYLABUS</w:t>
      </w:r>
    </w:p>
    <w:p w14:paraId="7A4C5750" w14:textId="77777777" w:rsidR="00D5384E" w:rsidRPr="008F614E" w:rsidRDefault="00D5384E" w:rsidP="00D538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614E">
        <w:rPr>
          <w:rFonts w:ascii="Corbel" w:hAnsi="Corbel"/>
          <w:b/>
          <w:smallCaps/>
          <w:sz w:val="24"/>
          <w:szCs w:val="24"/>
        </w:rPr>
        <w:t>dotyczy cyklu kształcenia</w:t>
      </w:r>
      <w:r w:rsidRPr="008F614E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5DBEA081" w14:textId="77777777" w:rsidR="00D5384E" w:rsidRPr="008F614E" w:rsidRDefault="00D5384E" w:rsidP="00D538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F614E">
        <w:rPr>
          <w:rFonts w:ascii="Corbel" w:hAnsi="Corbel"/>
          <w:sz w:val="20"/>
          <w:szCs w:val="20"/>
        </w:rPr>
        <w:t>Rok akademicki 2021-2022</w:t>
      </w:r>
    </w:p>
    <w:p w14:paraId="0D99E2C4" w14:textId="75206C39" w:rsidR="0085747A" w:rsidRPr="008F614E" w:rsidRDefault="0085747A" w:rsidP="00D5384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39D1EE4" w14:textId="141264AD" w:rsidR="0085747A" w:rsidRPr="008F614E" w:rsidRDefault="0085747A" w:rsidP="00D5384E">
      <w:pPr>
        <w:pStyle w:val="Punktygwne"/>
        <w:numPr>
          <w:ilvl w:val="0"/>
          <w:numId w:val="12"/>
        </w:numPr>
        <w:spacing w:before="0" w:after="0"/>
        <w:ind w:left="426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Podstawowe </w:t>
      </w:r>
      <w:r w:rsidR="00445970" w:rsidRPr="008F614E">
        <w:rPr>
          <w:rFonts w:ascii="Corbel" w:hAnsi="Corbel"/>
          <w:szCs w:val="24"/>
        </w:rPr>
        <w:t>informacje o przedmiocie</w:t>
      </w:r>
    </w:p>
    <w:p w14:paraId="036D52E9" w14:textId="77777777" w:rsidR="00D5384E" w:rsidRPr="008F614E" w:rsidRDefault="00D5384E" w:rsidP="00D5384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F614E" w14:paraId="2FB765B1" w14:textId="77777777" w:rsidTr="005A79BA">
        <w:tc>
          <w:tcPr>
            <w:tcW w:w="2694" w:type="dxa"/>
            <w:vAlign w:val="center"/>
          </w:tcPr>
          <w:p w14:paraId="1DB6F8AE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EFB9D" w14:textId="77777777" w:rsidR="0085747A" w:rsidRPr="008F614E" w:rsidRDefault="007F096D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Ekonomika usług publicznych</w:t>
            </w:r>
          </w:p>
        </w:tc>
      </w:tr>
      <w:tr w:rsidR="0085747A" w:rsidRPr="008F614E" w14:paraId="01F5A8D2" w14:textId="77777777" w:rsidTr="005A79BA">
        <w:tc>
          <w:tcPr>
            <w:tcW w:w="2694" w:type="dxa"/>
            <w:vAlign w:val="center"/>
          </w:tcPr>
          <w:p w14:paraId="29C4FEDC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72034F" w14:textId="77777777" w:rsidR="0085747A" w:rsidRPr="008F614E" w:rsidRDefault="006574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E/II/GFiR/C-1.4b</w:t>
            </w:r>
          </w:p>
        </w:tc>
      </w:tr>
      <w:tr w:rsidR="0085747A" w:rsidRPr="008F614E" w14:paraId="0A63952B" w14:textId="77777777" w:rsidTr="005A79BA">
        <w:tc>
          <w:tcPr>
            <w:tcW w:w="2694" w:type="dxa"/>
            <w:vAlign w:val="center"/>
          </w:tcPr>
          <w:p w14:paraId="485A3FD4" w14:textId="77777777" w:rsidR="0085747A" w:rsidRPr="008F614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F61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F830E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8F614E" w14:paraId="06EE13A6" w14:textId="77777777" w:rsidTr="005A79BA">
        <w:tc>
          <w:tcPr>
            <w:tcW w:w="2694" w:type="dxa"/>
            <w:vAlign w:val="center"/>
          </w:tcPr>
          <w:p w14:paraId="295E475F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E4DC8F" w14:textId="3CAFE6AD" w:rsidR="000C3F42" w:rsidRPr="008F614E" w:rsidRDefault="00D5384E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8F614E" w14:paraId="31E5A78F" w14:textId="77777777" w:rsidTr="005A79BA">
        <w:tc>
          <w:tcPr>
            <w:tcW w:w="2694" w:type="dxa"/>
            <w:vAlign w:val="center"/>
          </w:tcPr>
          <w:p w14:paraId="76747588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E561" w14:textId="77777777" w:rsidR="000C3F42" w:rsidRPr="008F614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F614E" w14:paraId="6F9C9E99" w14:textId="77777777" w:rsidTr="005A79BA">
        <w:tc>
          <w:tcPr>
            <w:tcW w:w="2694" w:type="dxa"/>
            <w:vAlign w:val="center"/>
          </w:tcPr>
          <w:p w14:paraId="5259F363" w14:textId="77777777" w:rsidR="0085747A" w:rsidRPr="008F61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DB0005" w14:textId="3D49CB9E" w:rsidR="0085747A" w:rsidRPr="008F614E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5384E" w:rsidRPr="008F614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F614E" w14:paraId="3B6C2944" w14:textId="77777777" w:rsidTr="005A79BA">
        <w:tc>
          <w:tcPr>
            <w:tcW w:w="2694" w:type="dxa"/>
            <w:vAlign w:val="center"/>
          </w:tcPr>
          <w:p w14:paraId="667D4B2A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B98690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F614E" w14:paraId="1B24E7A1" w14:textId="77777777" w:rsidTr="005A79BA">
        <w:tc>
          <w:tcPr>
            <w:tcW w:w="2694" w:type="dxa"/>
            <w:vAlign w:val="center"/>
          </w:tcPr>
          <w:p w14:paraId="3F77DF5C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09519" w14:textId="20C7D323" w:rsidR="0085747A" w:rsidRPr="008F614E" w:rsidRDefault="004F01E7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F614E" w14:paraId="26C6C2CA" w14:textId="77777777" w:rsidTr="005A79BA">
        <w:tc>
          <w:tcPr>
            <w:tcW w:w="2694" w:type="dxa"/>
            <w:vAlign w:val="center"/>
          </w:tcPr>
          <w:p w14:paraId="71D6D59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614E">
              <w:rPr>
                <w:rFonts w:ascii="Corbel" w:hAnsi="Corbel"/>
                <w:sz w:val="24"/>
                <w:szCs w:val="24"/>
              </w:rPr>
              <w:t>/y</w:t>
            </w:r>
            <w:r w:rsidRPr="008F61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CCF458" w14:textId="77777777" w:rsidR="0085747A" w:rsidRPr="008F614E" w:rsidRDefault="007F09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8F614E" w14:paraId="60ED116B" w14:textId="77777777" w:rsidTr="005A79BA">
        <w:tc>
          <w:tcPr>
            <w:tcW w:w="2694" w:type="dxa"/>
            <w:vAlign w:val="center"/>
          </w:tcPr>
          <w:p w14:paraId="322B8BA9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9A8C9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F614E" w14:paraId="41AF5CB6" w14:textId="77777777" w:rsidTr="005A79BA">
        <w:tc>
          <w:tcPr>
            <w:tcW w:w="2694" w:type="dxa"/>
            <w:vAlign w:val="center"/>
          </w:tcPr>
          <w:p w14:paraId="01C20D04" w14:textId="77777777" w:rsidR="00923D7D" w:rsidRPr="008F61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7A0F73" w14:textId="77777777" w:rsidR="00923D7D" w:rsidRPr="008F614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F614E" w14:paraId="6787DB42" w14:textId="77777777" w:rsidTr="005A79BA">
        <w:tc>
          <w:tcPr>
            <w:tcW w:w="2694" w:type="dxa"/>
            <w:vAlign w:val="center"/>
          </w:tcPr>
          <w:p w14:paraId="7F8489D8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92F4A" w14:textId="77777777" w:rsidR="0085747A" w:rsidRPr="008F614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8F614E" w14:paraId="673FA8B8" w14:textId="77777777" w:rsidTr="005A79BA">
        <w:tc>
          <w:tcPr>
            <w:tcW w:w="2694" w:type="dxa"/>
            <w:vAlign w:val="center"/>
          </w:tcPr>
          <w:p w14:paraId="61F367B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EB12B" w14:textId="77777777" w:rsidR="0085747A" w:rsidRPr="008F614E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620C21CB" w14:textId="2EB801CF" w:rsidR="00923D7D" w:rsidRPr="008F614E" w:rsidRDefault="0085747A" w:rsidP="00D538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* </w:t>
      </w:r>
      <w:r w:rsidRPr="008F614E">
        <w:rPr>
          <w:rFonts w:ascii="Corbel" w:hAnsi="Corbel"/>
          <w:i/>
          <w:sz w:val="24"/>
          <w:szCs w:val="24"/>
        </w:rPr>
        <w:t>-</w:t>
      </w:r>
      <w:r w:rsidR="00B90885" w:rsidRPr="008F61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614E">
        <w:rPr>
          <w:rFonts w:ascii="Corbel" w:hAnsi="Corbel"/>
          <w:b w:val="0"/>
          <w:sz w:val="24"/>
          <w:szCs w:val="24"/>
        </w:rPr>
        <w:t>e,</w:t>
      </w:r>
      <w:r w:rsidR="00E04536" w:rsidRPr="008F614E">
        <w:rPr>
          <w:rFonts w:ascii="Corbel" w:hAnsi="Corbel"/>
          <w:b w:val="0"/>
          <w:sz w:val="24"/>
          <w:szCs w:val="24"/>
        </w:rPr>
        <w:t xml:space="preserve"> </w:t>
      </w:r>
      <w:r w:rsidRPr="008F61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614E">
        <w:rPr>
          <w:rFonts w:ascii="Corbel" w:hAnsi="Corbel"/>
          <w:b w:val="0"/>
          <w:i/>
          <w:sz w:val="24"/>
          <w:szCs w:val="24"/>
        </w:rPr>
        <w:t>w Jednostce</w:t>
      </w:r>
    </w:p>
    <w:p w14:paraId="067961E9" w14:textId="77777777" w:rsidR="0085747A" w:rsidRPr="008F61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1.</w:t>
      </w:r>
      <w:r w:rsidR="00E22FBC" w:rsidRPr="008F614E">
        <w:rPr>
          <w:rFonts w:ascii="Corbel" w:hAnsi="Corbel"/>
          <w:sz w:val="24"/>
          <w:szCs w:val="24"/>
        </w:rPr>
        <w:t>1</w:t>
      </w:r>
      <w:r w:rsidRPr="008F61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ADD01A" w14:textId="77777777" w:rsidR="00923D7D" w:rsidRPr="008F61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8F614E" w14:paraId="56CA27CF" w14:textId="77777777" w:rsidTr="006A5F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8F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Semestr</w:t>
            </w:r>
          </w:p>
          <w:p w14:paraId="7ECDAD5C" w14:textId="77777777" w:rsidR="00015B8F" w:rsidRPr="008F61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(</w:t>
            </w:r>
            <w:r w:rsidR="00363F78" w:rsidRPr="008F61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8D45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ACD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6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F2B9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4FA4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568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D8E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31F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67E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614E">
              <w:rPr>
                <w:rFonts w:ascii="Corbel" w:hAnsi="Corbel"/>
                <w:b/>
                <w:szCs w:val="24"/>
              </w:rPr>
              <w:t>Liczba pkt</w:t>
            </w:r>
            <w:r w:rsidR="00B90885" w:rsidRPr="008F614E">
              <w:rPr>
                <w:rFonts w:ascii="Corbel" w:hAnsi="Corbel"/>
                <w:b/>
                <w:szCs w:val="24"/>
              </w:rPr>
              <w:t>.</w:t>
            </w:r>
            <w:r w:rsidRPr="008F61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614E" w14:paraId="7D2BF0E0" w14:textId="77777777" w:rsidTr="006A5F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20D2" w14:textId="6F1547C8" w:rsidR="00015B8F" w:rsidRPr="008F614E" w:rsidRDefault="00D538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BFC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8F7C" w14:textId="6E795F5A" w:rsidR="00015B8F" w:rsidRPr="008F614E" w:rsidRDefault="004F01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B82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6E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5B6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A274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61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1433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2E" w14:textId="77777777" w:rsidR="00015B8F" w:rsidRPr="008F614E" w:rsidRDefault="00516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62A0C8" w14:textId="77777777" w:rsidR="00923D7D" w:rsidRPr="008F61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BF1DA8" w14:textId="77777777" w:rsidR="0085747A" w:rsidRPr="008F61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1.</w:t>
      </w:r>
      <w:r w:rsidR="00E22FBC" w:rsidRPr="008F614E">
        <w:rPr>
          <w:rFonts w:ascii="Corbel" w:hAnsi="Corbel"/>
          <w:smallCaps w:val="0"/>
          <w:szCs w:val="24"/>
        </w:rPr>
        <w:t>2</w:t>
      </w:r>
      <w:r w:rsidR="00F83B28" w:rsidRPr="008F614E">
        <w:rPr>
          <w:rFonts w:ascii="Corbel" w:hAnsi="Corbel"/>
          <w:smallCaps w:val="0"/>
          <w:szCs w:val="24"/>
        </w:rPr>
        <w:t>.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 xml:space="preserve">Sposób realizacji zajęć  </w:t>
      </w:r>
    </w:p>
    <w:p w14:paraId="014F7BF5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8F614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8F614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F614E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15304A6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614E">
        <w:rPr>
          <w:rFonts w:ascii="MS Gothic" w:eastAsia="MS Gothic" w:hAnsi="MS Gothic" w:cs="MS Gothic" w:hint="eastAsia"/>
          <w:b w:val="0"/>
          <w:szCs w:val="24"/>
        </w:rPr>
        <w:t>☐</w:t>
      </w:r>
      <w:r w:rsidRPr="008F61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F614E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8E6394F" w14:textId="77777777" w:rsidR="00D5384E" w:rsidRPr="008F614E" w:rsidRDefault="00D5384E" w:rsidP="00D5384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215A4621" w14:textId="43BDFDCE" w:rsidR="00E22FBC" w:rsidRPr="008F61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1.3 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>For</w:t>
      </w:r>
      <w:r w:rsidR="00445970" w:rsidRPr="008F614E">
        <w:rPr>
          <w:rFonts w:ascii="Corbel" w:hAnsi="Corbel"/>
          <w:smallCaps w:val="0"/>
          <w:szCs w:val="24"/>
        </w:rPr>
        <w:t>ma zaliczenia przedmiotu</w:t>
      </w:r>
      <w:r w:rsidRPr="008F614E">
        <w:rPr>
          <w:rFonts w:ascii="Corbel" w:hAnsi="Corbel"/>
          <w:smallCaps w:val="0"/>
          <w:szCs w:val="24"/>
        </w:rPr>
        <w:t xml:space="preserve"> (z toku) </w:t>
      </w:r>
      <w:r w:rsidRPr="008F61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411A0F" w14:textId="6438F375" w:rsidR="009C54AE" w:rsidRPr="008F614E" w:rsidRDefault="009E2969" w:rsidP="00D5384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8F614E">
        <w:rPr>
          <w:rFonts w:ascii="Corbel" w:hAnsi="Corbel"/>
          <w:b w:val="0"/>
          <w:smallCaps w:val="0"/>
          <w:szCs w:val="24"/>
        </w:rPr>
        <w:t>aliczenie z oceną</w:t>
      </w:r>
    </w:p>
    <w:p w14:paraId="1F918286" w14:textId="77777777" w:rsidR="00E960BB" w:rsidRPr="008F61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916B0" w14:textId="77777777" w:rsidR="00E960BB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6CF41C52" w14:textId="77777777" w:rsidTr="006A5FE0">
        <w:tc>
          <w:tcPr>
            <w:tcW w:w="9670" w:type="dxa"/>
          </w:tcPr>
          <w:p w14:paraId="0AF826C5" w14:textId="77777777" w:rsidR="0085747A" w:rsidRPr="008F614E" w:rsidRDefault="00E97E5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7F096D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finansów publicznych, zarządzania 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organizacjami publicznymi.</w:t>
            </w:r>
          </w:p>
        </w:tc>
      </w:tr>
    </w:tbl>
    <w:p w14:paraId="6BEF5DF0" w14:textId="77777777" w:rsidR="00153C41" w:rsidRPr="008F61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3AC9C" w14:textId="3E634AC0" w:rsidR="0085747A" w:rsidRPr="008F61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>3.</w:t>
      </w:r>
      <w:r w:rsidR="00A84C85" w:rsidRPr="008F614E">
        <w:rPr>
          <w:rFonts w:ascii="Corbel" w:hAnsi="Corbel"/>
          <w:szCs w:val="24"/>
        </w:rPr>
        <w:t>cele, efekty uczenia się</w:t>
      </w:r>
      <w:r w:rsidR="0085747A" w:rsidRPr="008F614E">
        <w:rPr>
          <w:rFonts w:ascii="Corbel" w:hAnsi="Corbel"/>
          <w:szCs w:val="24"/>
        </w:rPr>
        <w:t>, treści Programowe i stosowane metody Dydaktyczne</w:t>
      </w:r>
    </w:p>
    <w:p w14:paraId="1731B03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421C1F" w14:textId="77777777" w:rsidR="0085747A" w:rsidRPr="008F61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3.1 </w:t>
      </w:r>
      <w:r w:rsidR="00C05F44" w:rsidRPr="008F614E">
        <w:rPr>
          <w:rFonts w:ascii="Corbel" w:hAnsi="Corbel"/>
          <w:sz w:val="24"/>
          <w:szCs w:val="24"/>
        </w:rPr>
        <w:t>Cele przedmiotu</w:t>
      </w:r>
    </w:p>
    <w:p w14:paraId="4B3DD1EA" w14:textId="77777777" w:rsidR="00F83B28" w:rsidRPr="008F61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BE37FF" w:rsidRPr="008F614E" w14:paraId="66E62C24" w14:textId="77777777" w:rsidTr="006A5FE0">
        <w:trPr>
          <w:jc w:val="center"/>
        </w:trPr>
        <w:tc>
          <w:tcPr>
            <w:tcW w:w="845" w:type="dxa"/>
            <w:vAlign w:val="center"/>
          </w:tcPr>
          <w:p w14:paraId="1DAAD321" w14:textId="77777777" w:rsidR="00BE37FF" w:rsidRPr="008F614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D7259A7" w14:textId="77777777" w:rsidR="00BE37FF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miejscem, rolą i zasadami funkcjonowania sektora publicznego w gospodarce</w:t>
            </w:r>
          </w:p>
        </w:tc>
      </w:tr>
      <w:tr w:rsidR="007F096D" w:rsidRPr="008F614E" w14:paraId="485CADCB" w14:textId="77777777" w:rsidTr="006A5FE0">
        <w:trPr>
          <w:jc w:val="center"/>
        </w:trPr>
        <w:tc>
          <w:tcPr>
            <w:tcW w:w="845" w:type="dxa"/>
            <w:vAlign w:val="center"/>
          </w:tcPr>
          <w:p w14:paraId="27383E11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3B1D59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Wskazanie kierunków zmian dokonujących się w sektorze publicznym, ze szczególnym uwzględnieniem współczesnych narzędzi zarządzania publicznego</w:t>
            </w:r>
          </w:p>
        </w:tc>
      </w:tr>
      <w:tr w:rsidR="007F096D" w:rsidRPr="008F614E" w14:paraId="0F300EA3" w14:textId="77777777" w:rsidTr="006A5FE0">
        <w:trPr>
          <w:jc w:val="center"/>
        </w:trPr>
        <w:tc>
          <w:tcPr>
            <w:tcW w:w="845" w:type="dxa"/>
            <w:vAlign w:val="center"/>
          </w:tcPr>
          <w:p w14:paraId="268422B5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344B0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Zdobycie wiedzy dotyczącej specyfiki i zakresu usług publicznych oraz uwarunkowań sprawnego świadczenia usług</w:t>
            </w:r>
          </w:p>
        </w:tc>
      </w:tr>
    </w:tbl>
    <w:p w14:paraId="41AE3FA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DE674" w14:textId="77777777" w:rsidR="001D7B54" w:rsidRPr="008F61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3.2 </w:t>
      </w:r>
      <w:r w:rsidR="001D7B54" w:rsidRPr="008F614E">
        <w:rPr>
          <w:rFonts w:ascii="Corbel" w:hAnsi="Corbel"/>
          <w:b/>
          <w:sz w:val="24"/>
          <w:szCs w:val="24"/>
        </w:rPr>
        <w:t xml:space="preserve">Efekty </w:t>
      </w:r>
      <w:r w:rsidR="00C05F44" w:rsidRPr="008F61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614E">
        <w:rPr>
          <w:rFonts w:ascii="Corbel" w:hAnsi="Corbel"/>
          <w:b/>
          <w:sz w:val="24"/>
          <w:szCs w:val="24"/>
        </w:rPr>
        <w:t>dla przedmiotu</w:t>
      </w:r>
    </w:p>
    <w:p w14:paraId="7A0ECDB9" w14:textId="77777777" w:rsidR="001D7B54" w:rsidRPr="008F61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6396"/>
        <w:gridCol w:w="1842"/>
      </w:tblGrid>
      <w:tr w:rsidR="0085747A" w:rsidRPr="008F614E" w14:paraId="49F54211" w14:textId="77777777" w:rsidTr="00AD34E6">
        <w:trPr>
          <w:jc w:val="center"/>
        </w:trPr>
        <w:tc>
          <w:tcPr>
            <w:tcW w:w="1413" w:type="dxa"/>
            <w:vAlign w:val="center"/>
          </w:tcPr>
          <w:p w14:paraId="24F72D6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61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59" w:type="dxa"/>
            <w:vAlign w:val="center"/>
          </w:tcPr>
          <w:p w14:paraId="3995207B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290BEFA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61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96D" w:rsidRPr="008F614E" w14:paraId="1D3AEC02" w14:textId="77777777" w:rsidTr="00AD34E6">
        <w:trPr>
          <w:jc w:val="center"/>
        </w:trPr>
        <w:tc>
          <w:tcPr>
            <w:tcW w:w="1413" w:type="dxa"/>
          </w:tcPr>
          <w:p w14:paraId="60F457B2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59" w:type="dxa"/>
          </w:tcPr>
          <w:p w14:paraId="18D5397C" w14:textId="0FBBC092" w:rsidR="007F096D" w:rsidRPr="008F614E" w:rsidRDefault="2B7ADC9C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Definiuje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pojęcia z zakresu</w:t>
            </w:r>
            <w:r w:rsidR="48FB28ED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organizacji i finansów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sektora publicznego </w:t>
            </w:r>
            <w:r w:rsidR="31E17300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usług publicznych.</w:t>
            </w:r>
          </w:p>
        </w:tc>
        <w:tc>
          <w:tcPr>
            <w:tcW w:w="1859" w:type="dxa"/>
          </w:tcPr>
          <w:p w14:paraId="470AFA27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K_W01</w:t>
            </w:r>
          </w:p>
          <w:p w14:paraId="0B2B752D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F096D" w:rsidRPr="008F614E" w14:paraId="6D215968" w14:textId="77777777" w:rsidTr="00AD34E6">
        <w:trPr>
          <w:jc w:val="center"/>
        </w:trPr>
        <w:tc>
          <w:tcPr>
            <w:tcW w:w="1413" w:type="dxa"/>
          </w:tcPr>
          <w:p w14:paraId="787CC617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59" w:type="dxa"/>
          </w:tcPr>
          <w:p w14:paraId="65C8577D" w14:textId="77777777" w:rsidR="00611248" w:rsidRPr="008F614E" w:rsidRDefault="00611248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Potrafi wykorzystywać posiadaną wiedzę ekonomiczną w procesie identyfikowania zmian w funkcjonowaniu sektora publicznego. Gotów jest współdziałać w grupie w ramach</w:t>
            </w:r>
          </w:p>
          <w:p w14:paraId="51D14F6B" w14:textId="77777777" w:rsidR="007F096D" w:rsidRPr="008F614E" w:rsidRDefault="00611248" w:rsidP="00D5384E">
            <w:pPr>
              <w:pStyle w:val="Podpunkty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prac zespołowych.</w:t>
            </w:r>
          </w:p>
        </w:tc>
        <w:tc>
          <w:tcPr>
            <w:tcW w:w="1859" w:type="dxa"/>
          </w:tcPr>
          <w:p w14:paraId="65E0A31F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K_U02</w:t>
            </w:r>
          </w:p>
          <w:p w14:paraId="75DEC1A3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K_U11</w:t>
            </w:r>
          </w:p>
          <w:p w14:paraId="7DB78133" w14:textId="6C8AE125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03E46C74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45250E" w:rsidRPr="008F614E" w14:paraId="41013953" w14:textId="77777777" w:rsidTr="00AD34E6">
        <w:trPr>
          <w:jc w:val="center"/>
        </w:trPr>
        <w:tc>
          <w:tcPr>
            <w:tcW w:w="1413" w:type="dxa"/>
          </w:tcPr>
          <w:p w14:paraId="040B9462" w14:textId="4F61C8A2" w:rsidR="2BFF0EBE" w:rsidRPr="008F614E" w:rsidRDefault="2BFF0EBE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459" w:type="dxa"/>
          </w:tcPr>
          <w:p w14:paraId="4A3BF47C" w14:textId="0F020601" w:rsidR="227FBBF5" w:rsidRPr="008F614E" w:rsidRDefault="227FBBF5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</w:t>
            </w:r>
            <w:r w:rsidR="0ED1A793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znaje znaczenie wiedzy w rozwiązywaniu </w:t>
            </w:r>
          </w:p>
          <w:p w14:paraId="70905B09" w14:textId="346CAAD4" w:rsidR="0ED1A793" w:rsidRPr="008F614E" w:rsidRDefault="0ED1A793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problemów poznawczych i praktycznych z zakresu</w:t>
            </w:r>
          </w:p>
          <w:p w14:paraId="53B907AA" w14:textId="74BF26C8" w:rsidR="5405BEC4" w:rsidRPr="008F614E" w:rsidRDefault="5405BEC4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ekonomiki sektora publicznego i finansów publicznych</w:t>
            </w:r>
          </w:p>
        </w:tc>
        <w:tc>
          <w:tcPr>
            <w:tcW w:w="1859" w:type="dxa"/>
          </w:tcPr>
          <w:p w14:paraId="17B0B52A" w14:textId="77777777" w:rsidR="2BFF0EBE" w:rsidRPr="008F614E" w:rsidRDefault="2BFF0EB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K_K02</w:t>
            </w:r>
          </w:p>
          <w:p w14:paraId="76B5F3EF" w14:textId="46FDAC04" w:rsidR="4D45250E" w:rsidRPr="008F614E" w:rsidRDefault="4D45250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36FDE9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C4CB5" w14:textId="642A26E8" w:rsidR="0085747A" w:rsidRPr="008F61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>3.3</w:t>
      </w:r>
      <w:r w:rsidR="0085747A" w:rsidRPr="008F614E">
        <w:rPr>
          <w:rFonts w:ascii="Corbel" w:hAnsi="Corbel"/>
          <w:b/>
          <w:sz w:val="24"/>
          <w:szCs w:val="24"/>
        </w:rPr>
        <w:t>T</w:t>
      </w:r>
      <w:r w:rsidR="001D7B54" w:rsidRPr="008F614E">
        <w:rPr>
          <w:rFonts w:ascii="Corbel" w:hAnsi="Corbel"/>
          <w:b/>
          <w:sz w:val="24"/>
          <w:szCs w:val="24"/>
        </w:rPr>
        <w:t xml:space="preserve">reści programowe </w:t>
      </w:r>
    </w:p>
    <w:p w14:paraId="402381C6" w14:textId="77777777" w:rsidR="00D5384E" w:rsidRPr="008F614E" w:rsidRDefault="00D5384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33B6EE" w14:textId="77777777" w:rsidR="0085747A" w:rsidRPr="008F614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614E">
        <w:rPr>
          <w:rFonts w:ascii="Corbel" w:hAnsi="Corbel"/>
          <w:sz w:val="24"/>
          <w:szCs w:val="24"/>
        </w:rPr>
        <w:t xml:space="preserve">, </w:t>
      </w:r>
      <w:r w:rsidRPr="008F614E">
        <w:rPr>
          <w:rFonts w:ascii="Corbel" w:hAnsi="Corbel"/>
          <w:sz w:val="24"/>
          <w:szCs w:val="24"/>
        </w:rPr>
        <w:t xml:space="preserve">zajęć praktycznych </w:t>
      </w:r>
    </w:p>
    <w:p w14:paraId="1CFD8ED2" w14:textId="77777777" w:rsidR="0085747A" w:rsidRPr="008F614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2BB48C1" w14:textId="77777777" w:rsidTr="006A5FE0">
        <w:trPr>
          <w:jc w:val="center"/>
        </w:trPr>
        <w:tc>
          <w:tcPr>
            <w:tcW w:w="9520" w:type="dxa"/>
          </w:tcPr>
          <w:p w14:paraId="465CD745" w14:textId="77777777" w:rsidR="0085747A" w:rsidRPr="008F614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740A" w:rsidRPr="008F614E" w14:paraId="44780E9F" w14:textId="77777777" w:rsidTr="006A5FE0">
        <w:trPr>
          <w:jc w:val="center"/>
        </w:trPr>
        <w:tc>
          <w:tcPr>
            <w:tcW w:w="9520" w:type="dxa"/>
          </w:tcPr>
          <w:p w14:paraId="15E31A63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Miejsce, rola i zadania sektora publicznego</w:t>
            </w:r>
          </w:p>
        </w:tc>
      </w:tr>
      <w:tr w:rsidR="0014740A" w:rsidRPr="008F614E" w14:paraId="4164499B" w14:textId="77777777" w:rsidTr="006A5FE0">
        <w:trPr>
          <w:jc w:val="center"/>
        </w:trPr>
        <w:tc>
          <w:tcPr>
            <w:tcW w:w="9520" w:type="dxa"/>
          </w:tcPr>
          <w:p w14:paraId="4CD5CE9D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Modele zarządzania publicznego. Nowe zarządzanie publiczne i jego instrumenty</w:t>
            </w:r>
          </w:p>
        </w:tc>
      </w:tr>
      <w:tr w:rsidR="0014740A" w:rsidRPr="008F614E" w14:paraId="2BEA6B6B" w14:textId="77777777" w:rsidTr="006A5FE0">
        <w:trPr>
          <w:jc w:val="center"/>
        </w:trPr>
        <w:tc>
          <w:tcPr>
            <w:tcW w:w="9520" w:type="dxa"/>
          </w:tcPr>
          <w:p w14:paraId="3F68A0B7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Dobro publiczne w teorii i praktyce</w:t>
            </w:r>
          </w:p>
        </w:tc>
      </w:tr>
      <w:tr w:rsidR="0014740A" w:rsidRPr="008F614E" w14:paraId="1A4B8DD3" w14:textId="77777777" w:rsidTr="006A5FE0">
        <w:trPr>
          <w:jc w:val="center"/>
        </w:trPr>
        <w:tc>
          <w:tcPr>
            <w:tcW w:w="9520" w:type="dxa"/>
          </w:tcPr>
          <w:p w14:paraId="5B27A0AA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Pojęcie, cechy i zakres usług publicznych</w:t>
            </w:r>
          </w:p>
        </w:tc>
      </w:tr>
      <w:tr w:rsidR="0014740A" w:rsidRPr="008F614E" w14:paraId="2FD60ABC" w14:textId="77777777" w:rsidTr="006A5FE0">
        <w:trPr>
          <w:jc w:val="center"/>
        </w:trPr>
        <w:tc>
          <w:tcPr>
            <w:tcW w:w="9520" w:type="dxa"/>
          </w:tcPr>
          <w:p w14:paraId="5F8C98FD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Efektywność usług publicznych. Bariery i możliwości usprawniania usług publicznych w Polsce</w:t>
            </w:r>
          </w:p>
        </w:tc>
      </w:tr>
      <w:tr w:rsidR="0014740A" w:rsidRPr="008F614E" w14:paraId="1AF6B0C2" w14:textId="77777777" w:rsidTr="006A5FE0">
        <w:trPr>
          <w:jc w:val="center"/>
        </w:trPr>
        <w:tc>
          <w:tcPr>
            <w:tcW w:w="9520" w:type="dxa"/>
          </w:tcPr>
          <w:p w14:paraId="4166AC8F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Partnerstwo publiczno-prywatne a rozwój usług publicznych</w:t>
            </w:r>
          </w:p>
        </w:tc>
      </w:tr>
    </w:tbl>
    <w:p w14:paraId="04E7CEE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9583F" w14:textId="77777777" w:rsidR="0085747A" w:rsidRPr="008F61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3.4 Metody dydaktyczne</w:t>
      </w:r>
    </w:p>
    <w:p w14:paraId="37BB4B0B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4FDA2" w14:textId="3A2F56AF" w:rsidR="00397DB7" w:rsidRPr="008F614E" w:rsidRDefault="001101F0" w:rsidP="12D8F4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8F614E">
        <w:rPr>
          <w:rFonts w:ascii="Corbel" w:hAnsi="Corbel"/>
          <w:b w:val="0"/>
          <w:smallCaps w:val="0"/>
        </w:rPr>
        <w:t xml:space="preserve">Ćwiczenia: prezentacja multimedialna, </w:t>
      </w:r>
      <w:r w:rsidR="00397DB7" w:rsidRPr="008F614E">
        <w:rPr>
          <w:rFonts w:ascii="Corbel" w:hAnsi="Corbel"/>
          <w:b w:val="0"/>
          <w:smallCaps w:val="0"/>
        </w:rPr>
        <w:t>analiza studium przypadku,</w:t>
      </w:r>
      <w:r w:rsidR="00FA3F36" w:rsidRPr="008F614E">
        <w:rPr>
          <w:rFonts w:ascii="Corbel" w:hAnsi="Corbel"/>
          <w:b w:val="0"/>
          <w:smallCaps w:val="0"/>
        </w:rPr>
        <w:t xml:space="preserve"> praca samodzielna i w grupach, zastosowanie platformy MS Teams.</w:t>
      </w:r>
    </w:p>
    <w:p w14:paraId="68B2E712" w14:textId="77777777" w:rsidR="00397DB7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798B9" w14:textId="77777777" w:rsidR="0085747A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 </w:t>
      </w:r>
      <w:r w:rsidR="00C61DC5" w:rsidRPr="008F614E">
        <w:rPr>
          <w:rFonts w:ascii="Corbel" w:hAnsi="Corbel"/>
          <w:smallCaps w:val="0"/>
          <w:szCs w:val="24"/>
        </w:rPr>
        <w:t xml:space="preserve">4. </w:t>
      </w:r>
      <w:r w:rsidR="0085747A" w:rsidRPr="008F614E">
        <w:rPr>
          <w:rFonts w:ascii="Corbel" w:hAnsi="Corbel"/>
          <w:smallCaps w:val="0"/>
          <w:szCs w:val="24"/>
        </w:rPr>
        <w:t>METODY I KRYTERIA OCENY</w:t>
      </w:r>
    </w:p>
    <w:p w14:paraId="658ABC5C" w14:textId="77777777" w:rsidR="00923D7D" w:rsidRPr="008F61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8F662" w14:textId="77777777" w:rsidR="0085747A" w:rsidRPr="008F61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614E">
        <w:rPr>
          <w:rFonts w:ascii="Corbel" w:hAnsi="Corbel"/>
          <w:smallCaps w:val="0"/>
          <w:szCs w:val="24"/>
        </w:rPr>
        <w:t>uczenia się</w:t>
      </w:r>
    </w:p>
    <w:p w14:paraId="53C0C2BA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8F614E" w14:paraId="49B58678" w14:textId="77777777" w:rsidTr="4D45250E">
        <w:trPr>
          <w:jc w:val="center"/>
        </w:trPr>
        <w:tc>
          <w:tcPr>
            <w:tcW w:w="1962" w:type="dxa"/>
            <w:vAlign w:val="center"/>
          </w:tcPr>
          <w:p w14:paraId="24FB2B18" w14:textId="77777777" w:rsidR="0085747A" w:rsidRPr="008F61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B1032C" w14:textId="77777777" w:rsidR="0085747A" w:rsidRPr="008F614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38573" w14:textId="77777777" w:rsidR="0085747A" w:rsidRPr="008F61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B37E25" w14:textId="77777777" w:rsidR="00923D7D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FB2489" w14:textId="77777777" w:rsidR="0085747A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8F614E" w14:paraId="44A86115" w14:textId="77777777" w:rsidTr="4D45250E">
        <w:trPr>
          <w:jc w:val="center"/>
        </w:trPr>
        <w:tc>
          <w:tcPr>
            <w:tcW w:w="1962" w:type="dxa"/>
          </w:tcPr>
          <w:p w14:paraId="53F4763F" w14:textId="1C15DE9E" w:rsidR="001101F0" w:rsidRPr="008F614E" w:rsidRDefault="00D5384E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</w:t>
            </w:r>
            <w:r w:rsidR="001101F0" w:rsidRPr="008F614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46921C1" w14:textId="6F84741D" w:rsidR="001101F0" w:rsidRPr="008F614E" w:rsidRDefault="005B0907" w:rsidP="12D8F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CB46CC2"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3040E545" w14:textId="1B8DC925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8F614E" w14:paraId="1547540C" w14:textId="77777777" w:rsidTr="4D45250E">
        <w:trPr>
          <w:jc w:val="center"/>
        </w:trPr>
        <w:tc>
          <w:tcPr>
            <w:tcW w:w="1962" w:type="dxa"/>
          </w:tcPr>
          <w:p w14:paraId="0AA13461" w14:textId="77777777" w:rsidR="001101F0" w:rsidRPr="008F614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563273B" w14:textId="77777777" w:rsidR="001101F0" w:rsidRPr="008F614E" w:rsidRDefault="00B56C92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7E4F2E7" w14:textId="6F48E2AF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4D45250E" w:rsidRPr="008F614E" w14:paraId="7F77E2A9" w14:textId="77777777" w:rsidTr="4D45250E">
        <w:trPr>
          <w:jc w:val="center"/>
        </w:trPr>
        <w:tc>
          <w:tcPr>
            <w:tcW w:w="1987" w:type="dxa"/>
          </w:tcPr>
          <w:p w14:paraId="576FF95B" w14:textId="3328B002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F614E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09" w:type="dxa"/>
          </w:tcPr>
          <w:p w14:paraId="1F5B6668" w14:textId="76A3413F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43" w:type="dxa"/>
          </w:tcPr>
          <w:p w14:paraId="3C96A845" w14:textId="0631FBC9" w:rsidR="53B1D27F" w:rsidRPr="008F614E" w:rsidRDefault="53B1D27F" w:rsidP="4D4525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C7018D0" w14:textId="77777777" w:rsidR="00923D7D" w:rsidRPr="008F61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4D634" w14:textId="77777777" w:rsidR="0085747A" w:rsidRPr="008F61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4.2 </w:t>
      </w:r>
      <w:r w:rsidR="0085747A" w:rsidRPr="008F614E">
        <w:rPr>
          <w:rFonts w:ascii="Corbel" w:hAnsi="Corbel"/>
          <w:smallCaps w:val="0"/>
          <w:szCs w:val="24"/>
        </w:rPr>
        <w:t>Warunki zaliczenia przedmiotu (kryteria oceniania)</w:t>
      </w:r>
    </w:p>
    <w:p w14:paraId="544A5F6F" w14:textId="77777777" w:rsidR="00923D7D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8032220" w14:textId="77777777" w:rsidTr="12D8F499">
        <w:trPr>
          <w:jc w:val="center"/>
        </w:trPr>
        <w:tc>
          <w:tcPr>
            <w:tcW w:w="9670" w:type="dxa"/>
          </w:tcPr>
          <w:p w14:paraId="6C55527B" w14:textId="6BC526DE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zaliczenie z oceną. </w:t>
            </w:r>
          </w:p>
          <w:p w14:paraId="321BFDDF" w14:textId="68C245A6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 testu oraz kolokwium są przeliczane na procenty, którym odpowiadają oceny:</w:t>
            </w:r>
          </w:p>
          <w:p w14:paraId="18AA0008" w14:textId="5A1C5F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B550785" w14:textId="29440AC2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21C58E85" w14:textId="41F77E9E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380DEF4" w14:textId="46D42B7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957DE40" w14:textId="264AECB8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BC67855" w14:textId="31B5B1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B41303E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495DC" w14:textId="77777777" w:rsidR="009F4610" w:rsidRPr="008F61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5. </w:t>
      </w:r>
      <w:r w:rsidR="00C61DC5" w:rsidRPr="008F61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5602D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5747A" w:rsidRPr="008F614E" w14:paraId="03E080CA" w14:textId="77777777" w:rsidTr="006A5FE0">
        <w:trPr>
          <w:jc w:val="center"/>
        </w:trPr>
        <w:tc>
          <w:tcPr>
            <w:tcW w:w="4902" w:type="dxa"/>
            <w:vAlign w:val="center"/>
          </w:tcPr>
          <w:p w14:paraId="58B8F8DB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2FCD36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8F614E" w14:paraId="4DFF144F" w14:textId="77777777" w:rsidTr="006A5FE0">
        <w:trPr>
          <w:jc w:val="center"/>
        </w:trPr>
        <w:tc>
          <w:tcPr>
            <w:tcW w:w="4902" w:type="dxa"/>
          </w:tcPr>
          <w:p w14:paraId="56B975A3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E2C728" w14:textId="3AAA083E" w:rsidR="00162E8F" w:rsidRPr="008F614E" w:rsidRDefault="004F01E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162E8F" w:rsidRPr="008F614E" w14:paraId="43F24F17" w14:textId="77777777" w:rsidTr="006A5FE0">
        <w:trPr>
          <w:jc w:val="center"/>
        </w:trPr>
        <w:tc>
          <w:tcPr>
            <w:tcW w:w="4902" w:type="dxa"/>
          </w:tcPr>
          <w:p w14:paraId="4DBAFF2D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DC5171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42D2BB3" w14:textId="49A70BD0" w:rsidR="00162E8F" w:rsidRPr="008F614E" w:rsidRDefault="004F01E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2E8F" w:rsidRPr="008F614E" w14:paraId="6D6EBDCE" w14:textId="77777777" w:rsidTr="006A5FE0">
        <w:trPr>
          <w:jc w:val="center"/>
        </w:trPr>
        <w:tc>
          <w:tcPr>
            <w:tcW w:w="4902" w:type="dxa"/>
          </w:tcPr>
          <w:p w14:paraId="078ACD7B" w14:textId="02CF4B21" w:rsidR="00162E8F" w:rsidRPr="008F614E" w:rsidRDefault="00162E8F" w:rsidP="00AD34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D34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614E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72F99FA7" w14:textId="55B56FAA" w:rsidR="00162E8F" w:rsidRPr="008F614E" w:rsidRDefault="004F01E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162E8F" w:rsidRPr="008F614E" w14:paraId="276BA7F7" w14:textId="77777777" w:rsidTr="006A5FE0">
        <w:trPr>
          <w:jc w:val="center"/>
        </w:trPr>
        <w:tc>
          <w:tcPr>
            <w:tcW w:w="4902" w:type="dxa"/>
          </w:tcPr>
          <w:p w14:paraId="4C7476A8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F8D763" w14:textId="77777777" w:rsidR="00162E8F" w:rsidRPr="008F614E" w:rsidRDefault="005B09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F614E" w14:paraId="23E57357" w14:textId="77777777" w:rsidTr="006A5FE0">
        <w:trPr>
          <w:jc w:val="center"/>
        </w:trPr>
        <w:tc>
          <w:tcPr>
            <w:tcW w:w="4902" w:type="dxa"/>
          </w:tcPr>
          <w:p w14:paraId="68176EA4" w14:textId="77777777" w:rsidR="0085747A" w:rsidRPr="008F61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FC8775" w14:textId="77777777" w:rsidR="0085747A" w:rsidRPr="008F614E" w:rsidRDefault="005B0907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6904C" w14:textId="77777777" w:rsidR="0085747A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61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61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5A7639" w14:textId="77777777" w:rsidR="003E1941" w:rsidRPr="008F61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62E8B" w14:textId="77777777" w:rsidR="0085747A" w:rsidRPr="008F61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6. </w:t>
      </w:r>
      <w:r w:rsidR="0085747A" w:rsidRPr="008F614E">
        <w:rPr>
          <w:rFonts w:ascii="Corbel" w:hAnsi="Corbel"/>
          <w:smallCaps w:val="0"/>
          <w:szCs w:val="24"/>
        </w:rPr>
        <w:t>PRAKTYKI ZAWO</w:t>
      </w:r>
      <w:r w:rsidR="009D3F3B" w:rsidRPr="008F614E">
        <w:rPr>
          <w:rFonts w:ascii="Corbel" w:hAnsi="Corbel"/>
          <w:smallCaps w:val="0"/>
          <w:szCs w:val="24"/>
        </w:rPr>
        <w:t>DOWE W RAMACH PRZEDMIOTU</w:t>
      </w:r>
    </w:p>
    <w:p w14:paraId="66E4490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8F614E" w14:paraId="51665779" w14:textId="77777777" w:rsidTr="00D5384E">
        <w:trPr>
          <w:trHeight w:val="397"/>
          <w:jc w:val="center"/>
        </w:trPr>
        <w:tc>
          <w:tcPr>
            <w:tcW w:w="3544" w:type="dxa"/>
          </w:tcPr>
          <w:p w14:paraId="5ED3B7FD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464231" w14:textId="14BFAD7F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F614E" w14:paraId="70D37C6B" w14:textId="77777777" w:rsidTr="00D5384E">
        <w:trPr>
          <w:trHeight w:val="397"/>
          <w:jc w:val="center"/>
        </w:trPr>
        <w:tc>
          <w:tcPr>
            <w:tcW w:w="3544" w:type="dxa"/>
          </w:tcPr>
          <w:p w14:paraId="5E36989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88DEAD" w14:textId="186FAFBD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591286" w14:textId="77777777" w:rsidR="003E1941" w:rsidRPr="008F61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8900D" w14:textId="77777777" w:rsidR="0085747A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7. </w:t>
      </w:r>
      <w:r w:rsidR="0085747A" w:rsidRPr="008F614E">
        <w:rPr>
          <w:rFonts w:ascii="Corbel" w:hAnsi="Corbel"/>
          <w:smallCaps w:val="0"/>
          <w:szCs w:val="24"/>
        </w:rPr>
        <w:t>LITERATURA</w:t>
      </w:r>
    </w:p>
    <w:p w14:paraId="2F2AEF75" w14:textId="77777777" w:rsidR="00675843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3998721" w14:textId="77777777" w:rsidTr="12D8F499">
        <w:trPr>
          <w:trHeight w:val="397"/>
          <w:jc w:val="center"/>
        </w:trPr>
        <w:tc>
          <w:tcPr>
            <w:tcW w:w="7513" w:type="dxa"/>
          </w:tcPr>
          <w:p w14:paraId="1D311FD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9F5626" w14:textId="77777777" w:rsidR="00275C4A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Szewczuk A., Zioło M., Zarys ekonomiki sektora publicznego, Wyd. Uniwersytetu Szczecińskiego, Szczecin 2008.</w:t>
            </w:r>
          </w:p>
          <w:p w14:paraId="7BB89783" w14:textId="77777777" w:rsidR="00B56C92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b/>
                <w:smallCaps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lastRenderedPageBreak/>
              <w:t>Flejterski S. (red.), Współczesna ekonomika usług, Wydawnictwo Naukowe PWN, Warszawa 2012.</w:t>
            </w:r>
          </w:p>
        </w:tc>
      </w:tr>
      <w:tr w:rsidR="0085747A" w:rsidRPr="008F614E" w14:paraId="48E7EFD2" w14:textId="77777777" w:rsidTr="12D8F499">
        <w:trPr>
          <w:trHeight w:val="397"/>
          <w:jc w:val="center"/>
        </w:trPr>
        <w:tc>
          <w:tcPr>
            <w:tcW w:w="7513" w:type="dxa"/>
          </w:tcPr>
          <w:p w14:paraId="63E2032F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5F46B29E" w14:textId="6964EE38" w:rsidR="5B16E54B" w:rsidRPr="008F614E" w:rsidRDefault="5B16E54B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Zawora, J., Wykorzystanie partnerstwa publiczno-prywatnego w realizacji inwestycji samorządowych. Przedsiębiorczość – Edukacja [Entrepreneurship – Education], 16(1) (2020), </w:t>
            </w:r>
            <w:r w:rsidR="6F7B780C" w:rsidRPr="008F614E">
              <w:rPr>
                <w:rFonts w:ascii="Corbel" w:hAnsi="Corbel"/>
                <w:b w:val="0"/>
                <w:smallCaps w:val="0"/>
              </w:rPr>
              <w:t>s.</w:t>
            </w:r>
            <w:r w:rsidRPr="008F614E">
              <w:rPr>
                <w:rFonts w:ascii="Corbel" w:hAnsi="Corbel"/>
                <w:b w:val="0"/>
                <w:smallCaps w:val="0"/>
              </w:rPr>
              <w:t>369–380.</w:t>
            </w:r>
          </w:p>
          <w:p w14:paraId="6CC47C78" w14:textId="238B3580" w:rsidR="00B56C92" w:rsidRPr="008F614E" w:rsidRDefault="00275C4A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Kożuch B., Sułkowski Ł. (red.), </w:t>
            </w:r>
            <w:hyperlink r:id="rId11">
              <w:r w:rsidRPr="008F614E">
                <w:rPr>
                  <w:rFonts w:ascii="Corbel" w:hAnsi="Corbel"/>
                  <w:b w:val="0"/>
                  <w:smallCaps w:val="0"/>
                </w:rPr>
                <w:t>Instrumentarium zarządzania publicznego, Difin, Warszawa 2015.</w:t>
              </w:r>
            </w:hyperlink>
          </w:p>
        </w:tc>
      </w:tr>
    </w:tbl>
    <w:p w14:paraId="04E8183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2EB97" w14:textId="77777777" w:rsidR="0085747A" w:rsidRPr="008F61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61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61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824BE" w14:textId="77777777" w:rsidR="0034185F" w:rsidRDefault="0034185F" w:rsidP="00C16ABF">
      <w:pPr>
        <w:spacing w:after="0" w:line="240" w:lineRule="auto"/>
      </w:pPr>
      <w:r>
        <w:separator/>
      </w:r>
    </w:p>
  </w:endnote>
  <w:endnote w:type="continuationSeparator" w:id="0">
    <w:p w14:paraId="3D1A2A9D" w14:textId="77777777" w:rsidR="0034185F" w:rsidRDefault="003418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3D3866" w14:textId="77777777" w:rsidR="0034185F" w:rsidRDefault="0034185F" w:rsidP="00C16ABF">
      <w:pPr>
        <w:spacing w:after="0" w:line="240" w:lineRule="auto"/>
      </w:pPr>
      <w:r>
        <w:separator/>
      </w:r>
    </w:p>
  </w:footnote>
  <w:footnote w:type="continuationSeparator" w:id="0">
    <w:p w14:paraId="2EE876E1" w14:textId="77777777" w:rsidR="0034185F" w:rsidRDefault="0034185F" w:rsidP="00C16ABF">
      <w:pPr>
        <w:spacing w:after="0" w:line="240" w:lineRule="auto"/>
      </w:pPr>
      <w:r>
        <w:continuationSeparator/>
      </w:r>
    </w:p>
  </w:footnote>
  <w:footnote w:id="1">
    <w:p w14:paraId="134B54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038"/>
    <w:multiLevelType w:val="hybridMultilevel"/>
    <w:tmpl w:val="0CFC6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28A0"/>
    <w:multiLevelType w:val="hybridMultilevel"/>
    <w:tmpl w:val="311C8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6851FF3"/>
    <w:multiLevelType w:val="hybridMultilevel"/>
    <w:tmpl w:val="CD2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476C6"/>
    <w:multiLevelType w:val="hybridMultilevel"/>
    <w:tmpl w:val="B4A2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6177C"/>
    <w:multiLevelType w:val="hybridMultilevel"/>
    <w:tmpl w:val="367697C8"/>
    <w:lvl w:ilvl="0" w:tplc="6C42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EE1B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01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23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AA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8C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22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42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6EB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F2231E"/>
    <w:multiLevelType w:val="hybridMultilevel"/>
    <w:tmpl w:val="EC340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9"/>
  </w:num>
  <w:num w:numId="9">
    <w:abstractNumId w:val="11"/>
  </w:num>
  <w:num w:numId="10">
    <w:abstractNumId w:val="2"/>
  </w:num>
  <w:num w:numId="11">
    <w:abstractNumId w:val="6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6D9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379F"/>
    <w:rsid w:val="00124BFF"/>
    <w:rsid w:val="0012560E"/>
    <w:rsid w:val="00127108"/>
    <w:rsid w:val="00134B13"/>
    <w:rsid w:val="00146BC0"/>
    <w:rsid w:val="0014740A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868F5"/>
    <w:rsid w:val="00192F37"/>
    <w:rsid w:val="001A63AC"/>
    <w:rsid w:val="001A70D2"/>
    <w:rsid w:val="001C7734"/>
    <w:rsid w:val="001D657B"/>
    <w:rsid w:val="001D7B54"/>
    <w:rsid w:val="001D7F39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75C4A"/>
    <w:rsid w:val="00281FF2"/>
    <w:rsid w:val="002857DE"/>
    <w:rsid w:val="00291567"/>
    <w:rsid w:val="002A0566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185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03D5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01E7"/>
    <w:rsid w:val="004F1551"/>
    <w:rsid w:val="004F55A3"/>
    <w:rsid w:val="004F5AC8"/>
    <w:rsid w:val="0050496F"/>
    <w:rsid w:val="00513B6F"/>
    <w:rsid w:val="00515942"/>
    <w:rsid w:val="00516339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A79BA"/>
    <w:rsid w:val="005B0907"/>
    <w:rsid w:val="005C080F"/>
    <w:rsid w:val="005C55E5"/>
    <w:rsid w:val="005C696A"/>
    <w:rsid w:val="005E6E85"/>
    <w:rsid w:val="005F0766"/>
    <w:rsid w:val="005F31D2"/>
    <w:rsid w:val="00606BE4"/>
    <w:rsid w:val="0061029B"/>
    <w:rsid w:val="00611248"/>
    <w:rsid w:val="00613948"/>
    <w:rsid w:val="00617230"/>
    <w:rsid w:val="00621CE1"/>
    <w:rsid w:val="00624A71"/>
    <w:rsid w:val="00627FC9"/>
    <w:rsid w:val="00632694"/>
    <w:rsid w:val="00647FA8"/>
    <w:rsid w:val="00650C5F"/>
    <w:rsid w:val="00654934"/>
    <w:rsid w:val="00657402"/>
    <w:rsid w:val="006620D9"/>
    <w:rsid w:val="00671958"/>
    <w:rsid w:val="00675843"/>
    <w:rsid w:val="00696477"/>
    <w:rsid w:val="006A5FE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695"/>
    <w:rsid w:val="007C3BCC"/>
    <w:rsid w:val="007C4546"/>
    <w:rsid w:val="007C7EED"/>
    <w:rsid w:val="007D6E56"/>
    <w:rsid w:val="007F096D"/>
    <w:rsid w:val="007F4155"/>
    <w:rsid w:val="007F4506"/>
    <w:rsid w:val="0081554D"/>
    <w:rsid w:val="0081707E"/>
    <w:rsid w:val="008449B3"/>
    <w:rsid w:val="008547EB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6A2"/>
    <w:rsid w:val="008C19A9"/>
    <w:rsid w:val="008C379D"/>
    <w:rsid w:val="008C5147"/>
    <w:rsid w:val="008C5359"/>
    <w:rsid w:val="008C5363"/>
    <w:rsid w:val="008D3DFB"/>
    <w:rsid w:val="008E64F4"/>
    <w:rsid w:val="008F12C9"/>
    <w:rsid w:val="008F614E"/>
    <w:rsid w:val="008F6E29"/>
    <w:rsid w:val="00916188"/>
    <w:rsid w:val="00923D7D"/>
    <w:rsid w:val="00931345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D676E"/>
    <w:rsid w:val="009E0543"/>
    <w:rsid w:val="009E2969"/>
    <w:rsid w:val="009E3B41"/>
    <w:rsid w:val="009F3C5C"/>
    <w:rsid w:val="009F4610"/>
    <w:rsid w:val="009F7BA1"/>
    <w:rsid w:val="00A00ECC"/>
    <w:rsid w:val="00A155EE"/>
    <w:rsid w:val="00A1754A"/>
    <w:rsid w:val="00A2245B"/>
    <w:rsid w:val="00A30110"/>
    <w:rsid w:val="00A36899"/>
    <w:rsid w:val="00A371F6"/>
    <w:rsid w:val="00A40854"/>
    <w:rsid w:val="00A43BF6"/>
    <w:rsid w:val="00A53FA5"/>
    <w:rsid w:val="00A54817"/>
    <w:rsid w:val="00A5675A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4E6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A46B1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74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A2C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84E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4A05"/>
    <w:rsid w:val="00DE0875"/>
    <w:rsid w:val="00DE09C0"/>
    <w:rsid w:val="00DE4A14"/>
    <w:rsid w:val="00DF320D"/>
    <w:rsid w:val="00DF4AAC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DBEEE58"/>
    <w:rsid w:val="0ED1A793"/>
    <w:rsid w:val="0FFFA4F9"/>
    <w:rsid w:val="12D8F499"/>
    <w:rsid w:val="227FBBF5"/>
    <w:rsid w:val="27A9D225"/>
    <w:rsid w:val="2A97459F"/>
    <w:rsid w:val="2B73C6A7"/>
    <w:rsid w:val="2B7ADC9C"/>
    <w:rsid w:val="2B8E47F0"/>
    <w:rsid w:val="2BFF0EBE"/>
    <w:rsid w:val="31E17300"/>
    <w:rsid w:val="33F1C142"/>
    <w:rsid w:val="445238D0"/>
    <w:rsid w:val="48FB28ED"/>
    <w:rsid w:val="4A29C63F"/>
    <w:rsid w:val="4D45250E"/>
    <w:rsid w:val="53B1D27F"/>
    <w:rsid w:val="5405BEC4"/>
    <w:rsid w:val="57A7EAE2"/>
    <w:rsid w:val="58B2AA28"/>
    <w:rsid w:val="5B16E54B"/>
    <w:rsid w:val="60434399"/>
    <w:rsid w:val="6135A4CB"/>
    <w:rsid w:val="6543673D"/>
    <w:rsid w:val="655507B6"/>
    <w:rsid w:val="66B910E2"/>
    <w:rsid w:val="6CB46CC2"/>
    <w:rsid w:val="6D037440"/>
    <w:rsid w:val="6EA46EA5"/>
    <w:rsid w:val="6F7B780C"/>
    <w:rsid w:val="70403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40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429876&amp;widok=26&amp;N1=W9334924&amp;N2=1&amp;N3=26&amp;N4=KHW&amp;HN1=261900418532&amp;HN2=3&amp;HN3=262601734601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32291-B9EC-4F11-988E-716B887FD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89EB9D-3F32-4621-9337-4355C5590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55FD3A-428F-4851-AE1C-4A54FA9252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B00351-F2F7-454C-965F-B41A93F2C5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758</Words>
  <Characters>4550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2020-12-13T23:58:00Z</dcterms:created>
  <dcterms:modified xsi:type="dcterms:W3CDTF">2020-12-13T23:59:00Z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